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A62E8" w14:textId="77777777" w:rsidR="00C456A6" w:rsidRPr="00BE7AC9" w:rsidRDefault="00C456A6" w:rsidP="00A53AEB">
      <w:pPr>
        <w:pStyle w:val="NormalBody"/>
        <w:sectPr w:rsidR="00C456A6" w:rsidRPr="00BE7AC9" w:rsidSect="001066D1">
          <w:headerReference w:type="first" r:id="rId11"/>
          <w:footerReference w:type="first" r:id="rId12"/>
          <w:pgSz w:w="12240" w:h="15840" w:code="1"/>
          <w:pgMar w:top="1440" w:right="1440" w:bottom="1440" w:left="1440" w:header="720" w:footer="432" w:gutter="0"/>
          <w:cols w:space="720"/>
          <w:titlePg/>
          <w:docGrid w:linePitch="360"/>
        </w:sectPr>
      </w:pPr>
    </w:p>
    <w:p w14:paraId="4BD7B2E2" w14:textId="5A5B9E70" w:rsidR="00AD5526" w:rsidRPr="00AD5526" w:rsidRDefault="00F35700" w:rsidP="00AD5526">
      <w:pPr>
        <w:jc w:val="center"/>
        <w:rPr>
          <w:rFonts w:ascii="Times New Roman" w:hAnsi="Times New Roman"/>
          <w:b/>
        </w:rPr>
      </w:pPr>
      <w:r w:rsidRPr="004C00A6">
        <w:t xml:space="preserve"> </w:t>
      </w:r>
      <w:r w:rsidR="00AD5526" w:rsidRPr="00AD5526">
        <w:rPr>
          <w:rFonts w:ascii="Times New Roman" w:hAnsi="Times New Roman"/>
          <w:b/>
        </w:rPr>
        <w:t>South Carolina Child Early Reading and Development Education Program</w:t>
      </w:r>
      <w:r w:rsidR="00AD5526" w:rsidRPr="00AD5526">
        <w:rPr>
          <w:rFonts w:ascii="Times New Roman" w:hAnsi="Times New Roman"/>
          <w:b/>
        </w:rPr>
        <w:t xml:space="preserve"> </w:t>
      </w:r>
      <w:r w:rsidR="00AD5526" w:rsidRPr="00AD5526">
        <w:rPr>
          <w:rFonts w:ascii="Times New Roman" w:hAnsi="Times New Roman"/>
          <w:b/>
        </w:rPr>
        <w:t>(</w:t>
      </w:r>
      <w:r w:rsidR="00AD5526">
        <w:rPr>
          <w:rFonts w:ascii="Times New Roman" w:hAnsi="Times New Roman"/>
          <w:b/>
        </w:rPr>
        <w:t>CERDEP</w:t>
      </w:r>
      <w:r w:rsidR="00AD5526" w:rsidRPr="00AD5526">
        <w:rPr>
          <w:rFonts w:ascii="Times New Roman" w:hAnsi="Times New Roman"/>
          <w:b/>
        </w:rPr>
        <w:t xml:space="preserve">) </w:t>
      </w:r>
    </w:p>
    <w:p w14:paraId="2CF66E3B" w14:textId="77777777" w:rsidR="00AD5526" w:rsidRPr="00AD5526" w:rsidRDefault="00AD5526" w:rsidP="00AD5526">
      <w:pPr>
        <w:jc w:val="center"/>
        <w:rPr>
          <w:rFonts w:ascii="Times New Roman" w:hAnsi="Times New Roman"/>
          <w:b/>
        </w:rPr>
      </w:pPr>
      <w:r w:rsidRPr="00AD5526">
        <w:rPr>
          <w:rFonts w:ascii="Times New Roman" w:hAnsi="Times New Roman"/>
          <w:b/>
        </w:rPr>
        <w:t>Notification of Classroom Size Requirement Waiver Request</w:t>
      </w:r>
    </w:p>
    <w:p w14:paraId="04EF9704" w14:textId="77777777" w:rsidR="00AD5526" w:rsidRPr="00AD5526" w:rsidRDefault="00AD5526" w:rsidP="00AD5526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527"/>
      </w:tblGrid>
      <w:tr w:rsidR="00AD5526" w:rsidRPr="00AD5526" w14:paraId="048C33F9" w14:textId="77777777" w:rsidTr="00AD5E58">
        <w:tc>
          <w:tcPr>
            <w:tcW w:w="3888" w:type="dxa"/>
          </w:tcPr>
          <w:p w14:paraId="7681362A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  <w:r w:rsidRPr="00AD5526">
              <w:rPr>
                <w:rFonts w:ascii="Times New Roman" w:hAnsi="Times New Roman"/>
              </w:rPr>
              <w:t>District Name:</w:t>
            </w:r>
          </w:p>
        </w:tc>
        <w:tc>
          <w:tcPr>
            <w:tcW w:w="5688" w:type="dxa"/>
          </w:tcPr>
          <w:p w14:paraId="5607CE8F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</w:p>
        </w:tc>
      </w:tr>
      <w:tr w:rsidR="00AD5526" w:rsidRPr="00AD5526" w14:paraId="39EA5C91" w14:textId="77777777" w:rsidTr="00AD5E58">
        <w:tc>
          <w:tcPr>
            <w:tcW w:w="3888" w:type="dxa"/>
          </w:tcPr>
          <w:p w14:paraId="11B279C7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  <w:r w:rsidRPr="00AD5526">
              <w:rPr>
                <w:rFonts w:ascii="Times New Roman" w:hAnsi="Times New Roman"/>
              </w:rPr>
              <w:t>District Address:</w:t>
            </w:r>
          </w:p>
        </w:tc>
        <w:tc>
          <w:tcPr>
            <w:tcW w:w="5688" w:type="dxa"/>
          </w:tcPr>
          <w:p w14:paraId="06F6821E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</w:p>
        </w:tc>
      </w:tr>
      <w:tr w:rsidR="00AD5526" w:rsidRPr="00AD5526" w14:paraId="37A63ED8" w14:textId="77777777" w:rsidTr="00AD5E58">
        <w:tc>
          <w:tcPr>
            <w:tcW w:w="3888" w:type="dxa"/>
          </w:tcPr>
          <w:p w14:paraId="6EEDEBD5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  <w:r w:rsidRPr="00AD5526">
              <w:rPr>
                <w:rFonts w:ascii="Times New Roman" w:hAnsi="Times New Roman"/>
              </w:rPr>
              <w:t>District Phone Number:</w:t>
            </w:r>
          </w:p>
        </w:tc>
        <w:tc>
          <w:tcPr>
            <w:tcW w:w="5688" w:type="dxa"/>
          </w:tcPr>
          <w:p w14:paraId="387D3D52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</w:p>
        </w:tc>
      </w:tr>
      <w:tr w:rsidR="00AD5526" w:rsidRPr="00AD5526" w14:paraId="2E23DD83" w14:textId="77777777" w:rsidTr="00AD5E58">
        <w:tc>
          <w:tcPr>
            <w:tcW w:w="3888" w:type="dxa"/>
          </w:tcPr>
          <w:p w14:paraId="7FC5A5F4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  <w:r w:rsidRPr="00AD5526">
              <w:rPr>
                <w:rFonts w:ascii="Times New Roman" w:hAnsi="Times New Roman"/>
              </w:rPr>
              <w:t>Superintendent Name:</w:t>
            </w:r>
          </w:p>
        </w:tc>
        <w:tc>
          <w:tcPr>
            <w:tcW w:w="5688" w:type="dxa"/>
          </w:tcPr>
          <w:p w14:paraId="5C7C7867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</w:p>
        </w:tc>
      </w:tr>
      <w:tr w:rsidR="00AD5526" w:rsidRPr="00AD5526" w14:paraId="615A87C0" w14:textId="77777777" w:rsidTr="00AD5E58">
        <w:tc>
          <w:tcPr>
            <w:tcW w:w="3888" w:type="dxa"/>
          </w:tcPr>
          <w:p w14:paraId="30F5B91E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  <w:r w:rsidRPr="00AD5526">
              <w:rPr>
                <w:rFonts w:ascii="Times New Roman" w:hAnsi="Times New Roman"/>
              </w:rPr>
              <w:t>District Early Childhood Coordinator:</w:t>
            </w:r>
          </w:p>
        </w:tc>
        <w:tc>
          <w:tcPr>
            <w:tcW w:w="5688" w:type="dxa"/>
          </w:tcPr>
          <w:p w14:paraId="5DCB7529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</w:p>
        </w:tc>
      </w:tr>
      <w:tr w:rsidR="00AD5526" w:rsidRPr="00AD5526" w14:paraId="69961FF7" w14:textId="77777777" w:rsidTr="00AD5E58">
        <w:tc>
          <w:tcPr>
            <w:tcW w:w="3888" w:type="dxa"/>
          </w:tcPr>
          <w:p w14:paraId="6916B321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  <w:r w:rsidRPr="00AD5526">
              <w:rPr>
                <w:rFonts w:ascii="Times New Roman" w:hAnsi="Times New Roman"/>
              </w:rPr>
              <w:t xml:space="preserve">School Name: </w:t>
            </w:r>
          </w:p>
        </w:tc>
        <w:tc>
          <w:tcPr>
            <w:tcW w:w="5688" w:type="dxa"/>
          </w:tcPr>
          <w:p w14:paraId="26E2E5C9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</w:p>
        </w:tc>
      </w:tr>
      <w:tr w:rsidR="00AD5526" w:rsidRPr="00AD5526" w14:paraId="53CA9222" w14:textId="77777777" w:rsidTr="00AD5E58">
        <w:tc>
          <w:tcPr>
            <w:tcW w:w="3888" w:type="dxa"/>
          </w:tcPr>
          <w:p w14:paraId="3F553FAA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  <w:r w:rsidRPr="00AD5526">
              <w:rPr>
                <w:rFonts w:ascii="Times New Roman" w:hAnsi="Times New Roman"/>
              </w:rPr>
              <w:t xml:space="preserve">Principal’s Name:  </w:t>
            </w:r>
          </w:p>
        </w:tc>
        <w:tc>
          <w:tcPr>
            <w:tcW w:w="5688" w:type="dxa"/>
          </w:tcPr>
          <w:p w14:paraId="44783D0A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</w:p>
        </w:tc>
      </w:tr>
      <w:tr w:rsidR="00AD5526" w:rsidRPr="00AD5526" w14:paraId="1618CA58" w14:textId="77777777" w:rsidTr="00AD5E58">
        <w:tc>
          <w:tcPr>
            <w:tcW w:w="3888" w:type="dxa"/>
          </w:tcPr>
          <w:p w14:paraId="1D54F29A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  <w:r w:rsidRPr="00AD5526">
              <w:rPr>
                <w:rFonts w:ascii="Times New Roman" w:hAnsi="Times New Roman"/>
              </w:rPr>
              <w:t xml:space="preserve">Class size for waiver request (Please list the adult to child ratio): </w:t>
            </w:r>
          </w:p>
        </w:tc>
        <w:tc>
          <w:tcPr>
            <w:tcW w:w="5688" w:type="dxa"/>
          </w:tcPr>
          <w:p w14:paraId="5EEBC606" w14:textId="77777777" w:rsidR="00AD5526" w:rsidRPr="00AD5526" w:rsidRDefault="00AD5526" w:rsidP="00AD5526">
            <w:pPr>
              <w:rPr>
                <w:rFonts w:ascii="Times New Roman" w:hAnsi="Times New Roman"/>
              </w:rPr>
            </w:pPr>
          </w:p>
        </w:tc>
      </w:tr>
    </w:tbl>
    <w:p w14:paraId="5017569A" w14:textId="77777777" w:rsidR="00AD5526" w:rsidRPr="00AD5526" w:rsidRDefault="00AD5526" w:rsidP="00AD5526">
      <w:pPr>
        <w:rPr>
          <w:rFonts w:ascii="Times New Roman" w:hAnsi="Times New Roman"/>
        </w:rPr>
      </w:pPr>
    </w:p>
    <w:p w14:paraId="2A623A79" w14:textId="77777777" w:rsidR="00AD5526" w:rsidRPr="00AD5526" w:rsidRDefault="00AD5526" w:rsidP="00AD5526">
      <w:pPr>
        <w:rPr>
          <w:rFonts w:ascii="Times New Roman" w:hAnsi="Times New Roman"/>
        </w:rPr>
      </w:pPr>
      <w:r w:rsidRPr="00AD5526">
        <w:rPr>
          <w:rFonts w:ascii="Times New Roman" w:hAnsi="Times New Roman"/>
        </w:rPr>
        <w:t>The signatures below indicate a formal request to waiver the class size for the CDEP classrooms as listed above. Please attach a list outlining the reason(s) for CDEP classroom size waiver request.  In addition, explain the student recruitment strategies or steps taken to address the need for CDEP classroom size waiver.</w:t>
      </w:r>
    </w:p>
    <w:p w14:paraId="1569F659" w14:textId="77777777" w:rsidR="00AD5526" w:rsidRPr="00AD5526" w:rsidRDefault="00AD5526" w:rsidP="00AD5526">
      <w:pPr>
        <w:rPr>
          <w:rFonts w:ascii="Times New Roman" w:hAnsi="Times New Roman"/>
        </w:rPr>
      </w:pPr>
    </w:p>
    <w:p w14:paraId="1D1C6543" w14:textId="77777777" w:rsidR="00AD5526" w:rsidRPr="00AD5526" w:rsidRDefault="00AD5526" w:rsidP="00AD5526">
      <w:pPr>
        <w:rPr>
          <w:rFonts w:ascii="Times New Roman" w:hAnsi="Times New Roman"/>
        </w:rPr>
      </w:pPr>
      <w:proofErr w:type="gramStart"/>
      <w:r w:rsidRPr="00AD5526">
        <w:rPr>
          <w:rFonts w:ascii="Times New Roman" w:hAnsi="Times New Roman"/>
        </w:rPr>
        <w:t>____________________________</w:t>
      </w:r>
      <w:r w:rsidRPr="00AD5526">
        <w:rPr>
          <w:rFonts w:ascii="Times New Roman" w:hAnsi="Times New Roman"/>
        </w:rPr>
        <w:tab/>
      </w:r>
      <w:r w:rsidRPr="00AD5526">
        <w:rPr>
          <w:rFonts w:ascii="Times New Roman" w:hAnsi="Times New Roman"/>
        </w:rPr>
        <w:tab/>
      </w:r>
      <w:r w:rsidRPr="00AD5526">
        <w:rPr>
          <w:rFonts w:ascii="Times New Roman" w:hAnsi="Times New Roman"/>
        </w:rPr>
        <w:tab/>
      </w:r>
      <w:proofErr w:type="gramEnd"/>
      <w:r w:rsidRPr="00AD5526">
        <w:rPr>
          <w:rFonts w:ascii="Times New Roman" w:hAnsi="Times New Roman"/>
        </w:rPr>
        <w:t>____________________________</w:t>
      </w:r>
    </w:p>
    <w:p w14:paraId="65658644" w14:textId="77777777" w:rsidR="00AD5526" w:rsidRPr="00AD5526" w:rsidRDefault="00AD5526" w:rsidP="00AD5526">
      <w:pPr>
        <w:rPr>
          <w:rFonts w:ascii="Times New Roman" w:hAnsi="Times New Roman"/>
        </w:rPr>
      </w:pPr>
      <w:r w:rsidRPr="00AD5526">
        <w:rPr>
          <w:rFonts w:ascii="Times New Roman" w:hAnsi="Times New Roman"/>
        </w:rPr>
        <w:t>Early Childhood Coordinator Signature</w:t>
      </w:r>
      <w:r w:rsidRPr="00AD5526">
        <w:rPr>
          <w:rFonts w:ascii="Times New Roman" w:hAnsi="Times New Roman"/>
        </w:rPr>
        <w:tab/>
      </w:r>
      <w:r w:rsidRPr="00AD5526">
        <w:rPr>
          <w:rFonts w:ascii="Times New Roman" w:hAnsi="Times New Roman"/>
        </w:rPr>
        <w:tab/>
        <w:t>District Superintendent Signature</w:t>
      </w:r>
    </w:p>
    <w:p w14:paraId="02DCD11F" w14:textId="77777777" w:rsidR="00AD5526" w:rsidRPr="00AD5526" w:rsidRDefault="00AD5526" w:rsidP="00AD5526">
      <w:pPr>
        <w:rPr>
          <w:rFonts w:ascii="Times New Roman" w:eastAsia="Calibri" w:hAnsi="Times New Roman"/>
        </w:rPr>
      </w:pPr>
    </w:p>
    <w:p w14:paraId="6C4F53BF" w14:textId="6FFA8E88" w:rsidR="00AD5526" w:rsidRDefault="00AD5526" w:rsidP="00AD5526">
      <w:pPr>
        <w:rPr>
          <w:rFonts w:ascii="Times New Roman" w:eastAsia="Calibri" w:hAnsi="Times New Roman"/>
        </w:rPr>
      </w:pPr>
      <w:r w:rsidRPr="00AD5526">
        <w:rPr>
          <w:rFonts w:ascii="Times New Roman" w:eastAsia="Calibri" w:hAnsi="Times New Roman"/>
        </w:rPr>
        <w:t xml:space="preserve">Please submit the request to </w:t>
      </w:r>
      <w:r>
        <w:rPr>
          <w:rFonts w:ascii="Times New Roman" w:eastAsia="Calibri" w:hAnsi="Times New Roman"/>
        </w:rPr>
        <w:t xml:space="preserve">Dr. Tammy Graham at </w:t>
      </w:r>
      <w:hyperlink r:id="rId13" w:history="1">
        <w:r w:rsidRPr="00603CDA">
          <w:rPr>
            <w:rStyle w:val="Hyperlink"/>
            <w:rFonts w:ascii="Times New Roman" w:eastAsia="Calibri" w:hAnsi="Times New Roman"/>
          </w:rPr>
          <w:t>tgraham@ed.sc.gov</w:t>
        </w:r>
      </w:hyperlink>
      <w:r>
        <w:rPr>
          <w:rFonts w:ascii="Times New Roman" w:eastAsia="Calibri" w:hAnsi="Times New Roman"/>
        </w:rPr>
        <w:t>.</w:t>
      </w:r>
    </w:p>
    <w:p w14:paraId="2EB7478E" w14:textId="77777777" w:rsidR="00AD5526" w:rsidRDefault="00AD5526" w:rsidP="00AD5526">
      <w:pPr>
        <w:rPr>
          <w:rFonts w:ascii="Times New Roman" w:eastAsia="Calibri" w:hAnsi="Times New Roman"/>
        </w:rPr>
      </w:pPr>
    </w:p>
    <w:p w14:paraId="3534375C" w14:textId="77777777" w:rsidR="00AD5526" w:rsidRPr="00AD5526" w:rsidRDefault="00AD5526" w:rsidP="00AD5526">
      <w:pPr>
        <w:rPr>
          <w:rFonts w:ascii="Times New Roman" w:hAnsi="Times New Roman"/>
        </w:rPr>
      </w:pPr>
    </w:p>
    <w:p w14:paraId="3A4CBD27" w14:textId="77777777" w:rsidR="00AD5526" w:rsidRPr="00AD5526" w:rsidRDefault="00AD5526" w:rsidP="00AD5526">
      <w:pPr>
        <w:rPr>
          <w:rFonts w:ascii="Times New Roman" w:hAnsi="Times New Roman"/>
        </w:rPr>
      </w:pPr>
      <w:r w:rsidRPr="00AD5526">
        <w:rPr>
          <w:rFonts w:ascii="Times New Roman" w:eastAsia="Calibri" w:hAnsi="Times New Roman"/>
        </w:rPr>
        <w:t>---------------------------------------------------------------------------------------------------------------------</w:t>
      </w:r>
    </w:p>
    <w:p w14:paraId="2D0147D4" w14:textId="77777777" w:rsidR="00AD5526" w:rsidRPr="00AD5526" w:rsidRDefault="00AD5526" w:rsidP="00AD5526">
      <w:pPr>
        <w:spacing w:line="240" w:lineRule="auto"/>
        <w:jc w:val="center"/>
        <w:rPr>
          <w:rFonts w:ascii="Times New Roman" w:eastAsia="Calibri" w:hAnsi="Times New Roman"/>
        </w:rPr>
      </w:pPr>
      <w:r w:rsidRPr="00AD5526">
        <w:rPr>
          <w:rFonts w:ascii="Times New Roman" w:eastAsia="Calibri" w:hAnsi="Times New Roman"/>
        </w:rPr>
        <w:t>(For Office Use Only)</w:t>
      </w:r>
    </w:p>
    <w:p w14:paraId="252D4E82" w14:textId="77777777" w:rsidR="00AD5526" w:rsidRPr="00AD5526" w:rsidRDefault="00AD5526" w:rsidP="00AD5526">
      <w:pPr>
        <w:spacing w:line="240" w:lineRule="auto"/>
        <w:rPr>
          <w:rFonts w:ascii="Times New Roman" w:eastAsia="Calibri" w:hAnsi="Times New Roman"/>
        </w:rPr>
      </w:pPr>
    </w:p>
    <w:p w14:paraId="5629976F" w14:textId="77777777" w:rsidR="00AD5526" w:rsidRPr="00AD5526" w:rsidRDefault="00AD5526" w:rsidP="00AD5526">
      <w:pPr>
        <w:spacing w:line="240" w:lineRule="auto"/>
        <w:rPr>
          <w:rFonts w:ascii="Times New Roman" w:eastAsia="Calibri" w:hAnsi="Times New Roman"/>
        </w:rPr>
      </w:pPr>
      <w:r w:rsidRPr="00AD5526">
        <w:rPr>
          <w:rFonts w:ascii="Times New Roman" w:eastAsia="Calibri" w:hAnsi="Times New Roman"/>
        </w:rPr>
        <w:t>Based on a careful review of the documentation provided, the classroom size waiver request has been:</w:t>
      </w:r>
    </w:p>
    <w:p w14:paraId="14A35EBC" w14:textId="77777777" w:rsidR="00AD5526" w:rsidRPr="00AD5526" w:rsidRDefault="00AD5526" w:rsidP="00AD5526">
      <w:pPr>
        <w:spacing w:line="240" w:lineRule="auto"/>
        <w:rPr>
          <w:rFonts w:ascii="Times New Roman" w:eastAsia="Calibri" w:hAnsi="Times New Roman"/>
        </w:rPr>
      </w:pPr>
    </w:p>
    <w:p w14:paraId="5A760ADE" w14:textId="77777777" w:rsidR="00AD5526" w:rsidRPr="00AD5526" w:rsidRDefault="00AD5526" w:rsidP="00AD5526">
      <w:pPr>
        <w:spacing w:line="240" w:lineRule="auto"/>
        <w:rPr>
          <w:rFonts w:ascii="Times New Roman" w:eastAsia="Calibri" w:hAnsi="Times New Roman"/>
        </w:rPr>
      </w:pPr>
      <w:sdt>
        <w:sdtPr>
          <w:rPr>
            <w:rFonts w:ascii="Times New Roman" w:eastAsia="Calibri" w:hAnsi="Times New Roman"/>
          </w:rPr>
          <w:id w:val="-9567187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D5526">
            <w:rPr>
              <w:rFonts w:ascii="Segoe UI Symbol" w:eastAsia="Calibri" w:hAnsi="Segoe UI Symbol" w:cs="Segoe UI Symbol"/>
            </w:rPr>
            <w:t>☐</w:t>
          </w:r>
        </w:sdtContent>
      </w:sdt>
      <w:r w:rsidRPr="00AD5526">
        <w:rPr>
          <w:rFonts w:ascii="Times New Roman" w:eastAsia="Calibri" w:hAnsi="Times New Roman"/>
        </w:rPr>
        <w:t xml:space="preserve">   Approved</w:t>
      </w:r>
    </w:p>
    <w:p w14:paraId="7D8BC5CE" w14:textId="77777777" w:rsidR="00AD5526" w:rsidRPr="00AD5526" w:rsidRDefault="00AD5526" w:rsidP="00AD5526">
      <w:pPr>
        <w:spacing w:line="240" w:lineRule="auto"/>
        <w:rPr>
          <w:rFonts w:ascii="Times New Roman" w:eastAsia="Calibri" w:hAnsi="Times New Roman"/>
        </w:rPr>
      </w:pPr>
    </w:p>
    <w:p w14:paraId="763063E6" w14:textId="77777777" w:rsidR="00AD5526" w:rsidRPr="00AD5526" w:rsidRDefault="00AD5526" w:rsidP="00AD5526">
      <w:pPr>
        <w:spacing w:line="240" w:lineRule="auto"/>
        <w:rPr>
          <w:rFonts w:ascii="Times New Roman" w:eastAsia="Calibri" w:hAnsi="Times New Roman"/>
        </w:rPr>
      </w:pPr>
      <w:sdt>
        <w:sdtPr>
          <w:rPr>
            <w:rFonts w:ascii="Times New Roman" w:eastAsia="Calibri" w:hAnsi="Times New Roman"/>
          </w:rPr>
          <w:id w:val="-402988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D5526">
            <w:rPr>
              <w:rFonts w:ascii="Segoe UI Symbol" w:eastAsia="Calibri" w:hAnsi="Segoe UI Symbol" w:cs="Segoe UI Symbol"/>
            </w:rPr>
            <w:t>☐</w:t>
          </w:r>
        </w:sdtContent>
      </w:sdt>
      <w:r w:rsidRPr="00AD5526">
        <w:rPr>
          <w:rFonts w:ascii="Times New Roman" w:eastAsia="Calibri" w:hAnsi="Times New Roman"/>
        </w:rPr>
        <w:t xml:space="preserve">  Denied</w:t>
      </w:r>
    </w:p>
    <w:p w14:paraId="39755655" w14:textId="77777777" w:rsidR="00AD5526" w:rsidRPr="00AD5526" w:rsidRDefault="00AD5526" w:rsidP="00AD5526">
      <w:pPr>
        <w:rPr>
          <w:rFonts w:ascii="Times New Roman" w:hAnsi="Times New Roman"/>
        </w:rPr>
      </w:pPr>
      <w:proofErr w:type="gramStart"/>
      <w:r w:rsidRPr="00AD5526">
        <w:rPr>
          <w:rFonts w:ascii="Times New Roman" w:hAnsi="Times New Roman"/>
        </w:rPr>
        <w:t>___________________________</w:t>
      </w:r>
      <w:r w:rsidRPr="00AD5526">
        <w:rPr>
          <w:rFonts w:ascii="Times New Roman" w:hAnsi="Times New Roman"/>
        </w:rPr>
        <w:tab/>
      </w:r>
      <w:r w:rsidRPr="00AD5526">
        <w:rPr>
          <w:rFonts w:ascii="Times New Roman" w:hAnsi="Times New Roman"/>
        </w:rPr>
        <w:tab/>
      </w:r>
      <w:proofErr w:type="gramEnd"/>
      <w:r w:rsidRPr="00AD5526">
        <w:rPr>
          <w:rFonts w:ascii="Times New Roman" w:hAnsi="Times New Roman"/>
        </w:rPr>
        <w:t>____________________________</w:t>
      </w:r>
    </w:p>
    <w:p w14:paraId="657DC462" w14:textId="77777777" w:rsidR="00AD5526" w:rsidRPr="00AD5526" w:rsidRDefault="00AD5526" w:rsidP="00AD5526">
      <w:pPr>
        <w:rPr>
          <w:rFonts w:ascii="Times New Roman" w:hAnsi="Times New Roman"/>
        </w:rPr>
      </w:pPr>
      <w:proofErr w:type="gramStart"/>
      <w:r w:rsidRPr="00AD5526">
        <w:rPr>
          <w:rFonts w:ascii="Times New Roman" w:hAnsi="Times New Roman"/>
        </w:rPr>
        <w:t>Approval</w:t>
      </w:r>
      <w:proofErr w:type="gramEnd"/>
      <w:r w:rsidRPr="00AD5526">
        <w:rPr>
          <w:rFonts w:ascii="Times New Roman" w:hAnsi="Times New Roman"/>
        </w:rPr>
        <w:t xml:space="preserve"> Signature</w:t>
      </w:r>
      <w:r w:rsidRPr="00AD5526">
        <w:rPr>
          <w:rFonts w:ascii="Times New Roman" w:hAnsi="Times New Roman"/>
        </w:rPr>
        <w:tab/>
      </w:r>
      <w:r w:rsidRPr="00AD5526">
        <w:rPr>
          <w:rFonts w:ascii="Times New Roman" w:hAnsi="Times New Roman"/>
        </w:rPr>
        <w:tab/>
      </w:r>
      <w:r w:rsidRPr="00AD5526">
        <w:rPr>
          <w:rFonts w:ascii="Times New Roman" w:hAnsi="Times New Roman"/>
        </w:rPr>
        <w:tab/>
      </w:r>
      <w:r w:rsidRPr="00AD5526">
        <w:rPr>
          <w:rFonts w:ascii="Times New Roman" w:hAnsi="Times New Roman"/>
        </w:rPr>
        <w:tab/>
        <w:t>Date</w:t>
      </w:r>
    </w:p>
    <w:p w14:paraId="762C2439" w14:textId="24E3C4B6" w:rsidR="003A0901" w:rsidRPr="004C00A6" w:rsidRDefault="003A0901" w:rsidP="004C00A6">
      <w:pPr>
        <w:pStyle w:val="EnclosuresandCC"/>
      </w:pPr>
    </w:p>
    <w:sectPr w:rsidR="003A0901" w:rsidRPr="004C00A6" w:rsidSect="00AE168C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5573A" w14:textId="77777777" w:rsidR="00AD5526" w:rsidRDefault="00AD5526" w:rsidP="00B86E6F">
      <w:r>
        <w:separator/>
      </w:r>
    </w:p>
  </w:endnote>
  <w:endnote w:type="continuationSeparator" w:id="0">
    <w:p w14:paraId="106438C2" w14:textId="77777777" w:rsidR="00AD5526" w:rsidRDefault="00AD5526" w:rsidP="00B8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ACE99" w14:textId="77777777" w:rsidR="003C78EE" w:rsidRDefault="003C78EE" w:rsidP="003C78EE">
    <w:pPr>
      <w:widowControl w:val="0"/>
      <w:spacing w:after="200" w:line="240" w:lineRule="auto"/>
      <w:contextualSpacing/>
      <w:rPr>
        <w:rFonts w:eastAsiaTheme="minorHAnsi" w:cstheme="minorBidi"/>
        <w:b/>
        <w:bCs/>
        <w:color w:val="2F3D4C"/>
        <w:sz w:val="20"/>
      </w:rPr>
    </w:pPr>
    <w:r w:rsidRPr="003C78EE">
      <w:rPr>
        <w:b/>
        <w:bCs/>
        <w:noProof/>
        <w:color w:val="2F3D4C"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F2F9E1F" wp14:editId="60D209AA">
              <wp:simplePos x="0" y="0"/>
              <wp:positionH relativeFrom="margin">
                <wp:posOffset>-180975</wp:posOffset>
              </wp:positionH>
              <wp:positionV relativeFrom="paragraph">
                <wp:posOffset>74673</wp:posOffset>
              </wp:positionV>
              <wp:extent cx="6305550" cy="0"/>
              <wp:effectExtent l="0" t="0" r="0" b="0"/>
              <wp:wrapNone/>
              <wp:docPr id="1035562922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F3D4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F73373" id="Straight Connector 3" o:spid="_x0000_s1026" alt="&quot;&quot;" style="position:absolute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14.25pt,5.9pt" to="482.2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" strokecolor="#2f3d4c" strokeweight="1pt">
              <w10:wrap anchorx="margin"/>
            </v:line>
          </w:pict>
        </mc:Fallback>
      </mc:AlternateContent>
    </w:r>
  </w:p>
  <w:p w14:paraId="0814A73E" w14:textId="77777777" w:rsidR="003C78EE" w:rsidRPr="003C78EE" w:rsidRDefault="009C73EC" w:rsidP="0053555B">
    <w:pPr>
      <w:widowControl w:val="0"/>
      <w:spacing w:after="200" w:line="240" w:lineRule="auto"/>
      <w:contextualSpacing/>
      <w:jc w:val="center"/>
      <w:rPr>
        <w:rFonts w:eastAsiaTheme="minorHAnsi" w:cstheme="minorBidi"/>
        <w:b/>
        <w:bCs/>
        <w:color w:val="2F3D4C"/>
        <w:sz w:val="20"/>
      </w:rPr>
    </w:pPr>
    <w:r w:rsidRPr="003C78EE">
      <w:rPr>
        <w:rFonts w:eastAsiaTheme="minorHAnsi" w:cstheme="minorBidi"/>
        <w:b/>
        <w:bCs/>
        <w:color w:val="2F3D4C"/>
        <w:sz w:val="20"/>
      </w:rPr>
      <w:t>Ellen E. Weaver</w:t>
    </w:r>
    <w:r w:rsidR="00E86DD8" w:rsidRPr="003C78EE">
      <w:rPr>
        <w:rFonts w:eastAsiaTheme="minorHAnsi" w:cstheme="minorBidi"/>
        <w:b/>
        <w:bCs/>
        <w:color w:val="2F3D4C"/>
        <w:sz w:val="20"/>
      </w:rPr>
      <w:t xml:space="preserve"> | State Superintendent of Education</w:t>
    </w:r>
  </w:p>
  <w:p w14:paraId="1B6098F8" w14:textId="77777777" w:rsidR="00297BB2" w:rsidRPr="003C78EE" w:rsidRDefault="009C73EC" w:rsidP="003C78EE">
    <w:pPr>
      <w:widowControl w:val="0"/>
      <w:spacing w:after="200" w:line="240" w:lineRule="auto"/>
      <w:contextualSpacing/>
      <w:jc w:val="center"/>
      <w:rPr>
        <w:rFonts w:eastAsiaTheme="minorHAnsi" w:cstheme="minorBidi"/>
        <w:b/>
        <w:bCs/>
        <w:color w:val="2F3D4C"/>
        <w:sz w:val="17"/>
        <w:szCs w:val="17"/>
      </w:rPr>
    </w:pPr>
    <w:r w:rsidRPr="0053555B">
      <w:rPr>
        <w:rFonts w:eastAsiaTheme="minorHAnsi" w:cstheme="minorBidi"/>
        <w:b/>
        <w:bCs/>
        <w:color w:val="2F3D4C"/>
        <w:sz w:val="16"/>
        <w:szCs w:val="16"/>
      </w:rPr>
      <w:t>803-734-8500 | ed.sc.gov</w:t>
    </w:r>
    <w:r w:rsidR="0053555B" w:rsidRPr="0053555B">
      <w:rPr>
        <w:rFonts w:eastAsiaTheme="minorHAnsi" w:cstheme="minorBidi"/>
        <w:b/>
        <w:bCs/>
        <w:color w:val="2F3D4C"/>
        <w:sz w:val="16"/>
        <w:szCs w:val="16"/>
      </w:rPr>
      <w:t xml:space="preserve"> | </w:t>
    </w:r>
    <w:r w:rsidRPr="0053555B">
      <w:rPr>
        <w:rFonts w:eastAsiaTheme="minorHAnsi" w:cstheme="minorBidi"/>
        <w:b/>
        <w:bCs/>
        <w:color w:val="2F3D4C"/>
        <w:sz w:val="16"/>
        <w:szCs w:val="16"/>
      </w:rPr>
      <w:t>849 Learning Lane | West Columbia</w:t>
    </w:r>
    <w:r w:rsidR="00533204" w:rsidRPr="0053555B">
      <w:rPr>
        <w:rFonts w:eastAsiaTheme="minorHAnsi" w:cstheme="minorBidi"/>
        <w:b/>
        <w:bCs/>
        <w:color w:val="2F3D4C"/>
        <w:sz w:val="16"/>
        <w:szCs w:val="16"/>
      </w:rPr>
      <w:t xml:space="preserve">, </w:t>
    </w:r>
    <w:r w:rsidRPr="0053555B">
      <w:rPr>
        <w:rFonts w:eastAsiaTheme="minorHAnsi" w:cstheme="minorBidi"/>
        <w:b/>
        <w:bCs/>
        <w:color w:val="2F3D4C"/>
        <w:sz w:val="16"/>
        <w:szCs w:val="16"/>
      </w:rPr>
      <w:t>SC 29172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1C984" w14:textId="77777777" w:rsidR="00CE0E95" w:rsidRPr="003C78EE" w:rsidRDefault="00CE0E95" w:rsidP="00CE0E95">
    <w:pPr>
      <w:widowControl w:val="0"/>
      <w:spacing w:line="240" w:lineRule="auto"/>
      <w:contextualSpacing/>
      <w:jc w:val="center"/>
      <w:rPr>
        <w:rFonts w:eastAsiaTheme="minorHAnsi" w:cstheme="minorBidi"/>
        <w:b/>
        <w:bCs/>
        <w:color w:val="2F3D4C"/>
        <w:sz w:val="20"/>
      </w:rPr>
    </w:pPr>
    <w:r w:rsidRPr="003C78EE">
      <w:rPr>
        <w:b/>
        <w:bCs/>
        <w:noProof/>
        <w:color w:val="2F3D4C"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4C9A914" wp14:editId="77685ACD">
              <wp:simplePos x="0" y="0"/>
              <wp:positionH relativeFrom="margin">
                <wp:align>center</wp:align>
              </wp:positionH>
              <wp:positionV relativeFrom="paragraph">
                <wp:posOffset>-27940</wp:posOffset>
              </wp:positionV>
              <wp:extent cx="6305550" cy="0"/>
              <wp:effectExtent l="0" t="0" r="0" b="0"/>
              <wp:wrapNone/>
              <wp:docPr id="1849786387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F3D4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38590F" id="Straight Connector 3" o:spid="_x0000_s1026" alt="&quot;&quot;" style="position:absolute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-2.2pt" to="496.5pt,-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" strokecolor="#2f3d4c" strokeweight="1pt">
              <w10:wrap anchorx="margin"/>
            </v:line>
          </w:pict>
        </mc:Fallback>
      </mc:AlternateContent>
    </w:r>
    <w:r w:rsidRPr="003C78EE">
      <w:rPr>
        <w:rFonts w:eastAsiaTheme="minorHAnsi" w:cstheme="minorBidi"/>
        <w:b/>
        <w:bCs/>
        <w:color w:val="2F3D4C"/>
        <w:sz w:val="20"/>
      </w:rPr>
      <w:t>Ellen E. Weaver | State Superintendent of Education</w:t>
    </w:r>
  </w:p>
  <w:p w14:paraId="518CABE3" w14:textId="77777777" w:rsidR="009D7C28" w:rsidRPr="00CE0E95" w:rsidRDefault="00CE0E95" w:rsidP="00CE0E95">
    <w:pPr>
      <w:widowControl w:val="0"/>
      <w:spacing w:line="240" w:lineRule="auto"/>
      <w:contextualSpacing/>
      <w:jc w:val="center"/>
      <w:rPr>
        <w:rFonts w:eastAsiaTheme="minorHAnsi" w:cstheme="minorBidi"/>
        <w:b/>
        <w:bCs/>
        <w:color w:val="2F3D4C"/>
        <w:sz w:val="17"/>
        <w:szCs w:val="17"/>
      </w:rPr>
    </w:pPr>
    <w:r w:rsidRPr="0053555B">
      <w:rPr>
        <w:rFonts w:eastAsiaTheme="minorHAnsi" w:cstheme="minorBidi"/>
        <w:b/>
        <w:bCs/>
        <w:color w:val="2F3D4C"/>
        <w:sz w:val="16"/>
        <w:szCs w:val="16"/>
      </w:rPr>
      <w:t>803-734-8500 | ed.sc.gov | 849 Learning Lane | West Columbia, SC 2917</w:t>
    </w:r>
    <w:r>
      <w:rPr>
        <w:rFonts w:eastAsiaTheme="minorHAnsi" w:cstheme="minorBidi"/>
        <w:b/>
        <w:bCs/>
        <w:color w:val="2F3D4C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89363" w14:textId="77777777" w:rsidR="00AD5526" w:rsidRDefault="00AD5526" w:rsidP="00B86E6F">
      <w:r>
        <w:separator/>
      </w:r>
    </w:p>
  </w:footnote>
  <w:footnote w:type="continuationSeparator" w:id="0">
    <w:p w14:paraId="458A1F90" w14:textId="77777777" w:rsidR="00AD5526" w:rsidRDefault="00AD5526" w:rsidP="00B86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CD164" w14:textId="77777777" w:rsidR="009C73EC" w:rsidRDefault="009C73EC" w:rsidP="009C73EC">
    <w:pPr>
      <w:widowControl w:val="0"/>
      <w:spacing w:after="120"/>
      <w:rPr>
        <w:b/>
        <w:bCs/>
        <w:smallCaps/>
        <w:color w:val="000000" w:themeColor="text1"/>
        <w:sz w:val="32"/>
        <w:szCs w:val="32"/>
      </w:rPr>
    </w:pPr>
    <w:r>
      <w:rPr>
        <w:b/>
        <w:bCs/>
        <w:smallCaps/>
        <w:noProof/>
        <w:color w:val="000000" w:themeColor="text1"/>
        <w:sz w:val="32"/>
        <w:szCs w:val="32"/>
      </w:rPr>
      <w:drawing>
        <wp:anchor distT="0" distB="0" distL="114300" distR="114300" simplePos="0" relativeHeight="251660288" behindDoc="0" locked="0" layoutInCell="1" allowOverlap="1" wp14:anchorId="4B333893" wp14:editId="070E4C94">
          <wp:simplePos x="0" y="0"/>
          <wp:positionH relativeFrom="column">
            <wp:posOffset>-185195</wp:posOffset>
          </wp:positionH>
          <wp:positionV relativeFrom="paragraph">
            <wp:posOffset>121534</wp:posOffset>
          </wp:positionV>
          <wp:extent cx="3403600" cy="428625"/>
          <wp:effectExtent l="0" t="0" r="6350" b="9525"/>
          <wp:wrapNone/>
          <wp:docPr id="605967302" name="Picture 2" descr="South Carolina Department of Educ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764394" name="Picture 2" descr="South Carolina Department of Education logo"/>
                  <pic:cNvPicPr/>
                </pic:nvPicPr>
                <pic:blipFill>
                  <a:blip r:embed="rId1"/>
                  <a:srcRect t="3388" b="3388"/>
                  <a:stretch>
                    <a:fillRect/>
                  </a:stretch>
                </pic:blipFill>
                <pic:spPr bwMode="auto">
                  <a:xfrm>
                    <a:off x="0" y="0"/>
                    <a:ext cx="3403600" cy="428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C99C4AA" w14:textId="77777777" w:rsidR="00F35700" w:rsidRPr="00802C3B" w:rsidRDefault="009C73EC" w:rsidP="009C73EC">
    <w:pPr>
      <w:widowControl w:val="0"/>
      <w:spacing w:after="120"/>
      <w:rPr>
        <w:b/>
        <w:bCs/>
        <w:smallCaps/>
        <w:color w:val="000000" w:themeColor="text1"/>
        <w:sz w:val="32"/>
        <w:szCs w:val="32"/>
      </w:rPr>
    </w:pPr>
    <w:r>
      <w:rPr>
        <w:b/>
        <w:bCs/>
        <w:smallCaps/>
        <w:noProof/>
        <w:color w:val="000000" w:themeColor="text1"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9C6FD4" wp14:editId="6E7AFC58">
              <wp:simplePos x="0" y="0"/>
              <wp:positionH relativeFrom="margin">
                <wp:align>center</wp:align>
              </wp:positionH>
              <wp:positionV relativeFrom="paragraph">
                <wp:posOffset>312420</wp:posOffset>
              </wp:positionV>
              <wp:extent cx="6305550" cy="0"/>
              <wp:effectExtent l="0" t="0" r="0" b="0"/>
              <wp:wrapNone/>
              <wp:docPr id="29060077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F3D4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0D19B1" id="Straight Connector 3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4.6pt" to="496.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" strokecolor="#2f3d4c" strokeweight="1pt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1B946" w14:textId="77777777" w:rsidR="00533204" w:rsidRDefault="00533204"/>
  <w:p w14:paraId="6C4D7D35" w14:textId="77777777" w:rsidR="004E65EC" w:rsidRDefault="004E65EC"/>
  <w:p w14:paraId="73C93EBB" w14:textId="77777777" w:rsidR="004E65EC" w:rsidRDefault="004E65E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DC823" w14:textId="77777777" w:rsidR="00FC67F3" w:rsidRPr="00FC67F3" w:rsidRDefault="00FC67F3" w:rsidP="00FC67F3">
    <w:pPr>
      <w:spacing w:line="240" w:lineRule="auto"/>
      <w:rPr>
        <w:noProof/>
        <w:sz w:val="20"/>
        <w:szCs w:val="16"/>
      </w:rPr>
    </w:pPr>
    <w:r w:rsidRPr="00FC67F3">
      <w:rPr>
        <w:noProof/>
        <w:sz w:val="20"/>
        <w:szCs w:val="16"/>
      </w:rPr>
      <w:t xml:space="preserve">Page </w:t>
    </w:r>
    <w:r w:rsidRPr="00FC67F3">
      <w:rPr>
        <w:noProof/>
        <w:sz w:val="20"/>
        <w:szCs w:val="16"/>
      </w:rPr>
      <w:fldChar w:fldCharType="begin"/>
    </w:r>
    <w:r w:rsidRPr="00FC67F3">
      <w:rPr>
        <w:noProof/>
        <w:sz w:val="20"/>
        <w:szCs w:val="16"/>
      </w:rPr>
      <w:instrText xml:space="preserve"> PAGE   \* MERGEFORMAT </w:instrText>
    </w:r>
    <w:r w:rsidRPr="00FC67F3">
      <w:rPr>
        <w:noProof/>
        <w:sz w:val="20"/>
        <w:szCs w:val="16"/>
      </w:rPr>
      <w:fldChar w:fldCharType="separate"/>
    </w:r>
    <w:r w:rsidRPr="00FC67F3">
      <w:rPr>
        <w:noProof/>
        <w:sz w:val="20"/>
        <w:szCs w:val="16"/>
      </w:rPr>
      <w:t>2</w:t>
    </w:r>
    <w:r w:rsidRPr="00FC67F3">
      <w:rPr>
        <w:noProof/>
        <w:sz w:val="20"/>
        <w:szCs w:val="16"/>
      </w:rPr>
      <w:fldChar w:fldCharType="end"/>
    </w:r>
  </w:p>
  <w:p w14:paraId="1C33C6A0" w14:textId="77777777" w:rsidR="009D7C28" w:rsidRPr="00FC67F3" w:rsidRDefault="00FC67F3" w:rsidP="00FC67F3">
    <w:pPr>
      <w:spacing w:line="240" w:lineRule="auto"/>
      <w:rPr>
        <w:noProof/>
        <w:sz w:val="20"/>
        <w:szCs w:val="16"/>
      </w:rPr>
    </w:pPr>
    <w:r w:rsidRPr="00FC67F3">
      <w:rPr>
        <w:noProof/>
        <w:sz w:val="20"/>
        <w:szCs w:val="16"/>
      </w:rPr>
      <w:fldChar w:fldCharType="begin"/>
    </w:r>
    <w:r w:rsidRPr="00FC67F3">
      <w:rPr>
        <w:noProof/>
        <w:sz w:val="20"/>
        <w:szCs w:val="16"/>
      </w:rPr>
      <w:instrText xml:space="preserve"> DATE \@ "MMMM d, yyyy" </w:instrText>
    </w:r>
    <w:r w:rsidRPr="00FC67F3">
      <w:rPr>
        <w:noProof/>
        <w:sz w:val="20"/>
        <w:szCs w:val="16"/>
      </w:rPr>
      <w:fldChar w:fldCharType="separate"/>
    </w:r>
    <w:r w:rsidR="00AD5526">
      <w:rPr>
        <w:noProof/>
        <w:sz w:val="20"/>
        <w:szCs w:val="16"/>
      </w:rPr>
      <w:t>July 16, 2025</w:t>
    </w:r>
    <w:r w:rsidRPr="00FC67F3">
      <w:rPr>
        <w:noProof/>
        <w:sz w:val="20"/>
        <w:szCs w:val="16"/>
      </w:rPr>
      <w:fldChar w:fldCharType="end"/>
    </w:r>
  </w:p>
  <w:p w14:paraId="0957AEC9" w14:textId="77777777" w:rsidR="004E65EC" w:rsidRDefault="004E65EC"/>
  <w:p w14:paraId="03D91384" w14:textId="77777777" w:rsidR="004E65EC" w:rsidRDefault="004E65E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081D3" w14:textId="77777777" w:rsidR="00533204" w:rsidRDefault="005332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in;height:67.5pt;visibility:visible;mso-wrap-style:square" o:bullet="t">
        <v:imagedata r:id="rId1" o:title=""/>
      </v:shape>
    </w:pict>
  </w:numPicBullet>
  <w:abstractNum w:abstractNumId="0" w15:restartNumberingAfterBreak="0">
    <w:nsid w:val="10676419"/>
    <w:multiLevelType w:val="hybridMultilevel"/>
    <w:tmpl w:val="DAAA2A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95690"/>
    <w:multiLevelType w:val="hybridMultilevel"/>
    <w:tmpl w:val="3E686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1845104">
    <w:abstractNumId w:val="1"/>
  </w:num>
  <w:num w:numId="2" w16cid:durableId="187603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B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stylePaneSortMethod w:val="0000"/>
  <w:documentProtection w:edit="readOnly" w:formatting="1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526"/>
    <w:rsid w:val="00007B0E"/>
    <w:rsid w:val="00013CF0"/>
    <w:rsid w:val="00013DDB"/>
    <w:rsid w:val="0002226B"/>
    <w:rsid w:val="00022306"/>
    <w:rsid w:val="000238BF"/>
    <w:rsid w:val="000247C8"/>
    <w:rsid w:val="00025515"/>
    <w:rsid w:val="0003171C"/>
    <w:rsid w:val="00037AD5"/>
    <w:rsid w:val="0004486F"/>
    <w:rsid w:val="000501D5"/>
    <w:rsid w:val="00051D9D"/>
    <w:rsid w:val="00054F71"/>
    <w:rsid w:val="00064811"/>
    <w:rsid w:val="000742C3"/>
    <w:rsid w:val="00076C26"/>
    <w:rsid w:val="0009011A"/>
    <w:rsid w:val="000969B4"/>
    <w:rsid w:val="000970CD"/>
    <w:rsid w:val="000A42B7"/>
    <w:rsid w:val="000D4E83"/>
    <w:rsid w:val="000E7BC6"/>
    <w:rsid w:val="000F6024"/>
    <w:rsid w:val="000F6295"/>
    <w:rsid w:val="001062F8"/>
    <w:rsid w:val="001066D1"/>
    <w:rsid w:val="00117F3E"/>
    <w:rsid w:val="00121F18"/>
    <w:rsid w:val="00122E6E"/>
    <w:rsid w:val="00123793"/>
    <w:rsid w:val="001325D0"/>
    <w:rsid w:val="00133B73"/>
    <w:rsid w:val="0013724C"/>
    <w:rsid w:val="00142AF8"/>
    <w:rsid w:val="001434E3"/>
    <w:rsid w:val="001732FD"/>
    <w:rsid w:val="00187AC8"/>
    <w:rsid w:val="001954F7"/>
    <w:rsid w:val="001A48D1"/>
    <w:rsid w:val="001A791F"/>
    <w:rsid w:val="001B5426"/>
    <w:rsid w:val="001D3178"/>
    <w:rsid w:val="001D4F3E"/>
    <w:rsid w:val="001E78D9"/>
    <w:rsid w:val="001F1427"/>
    <w:rsid w:val="001F4FCD"/>
    <w:rsid w:val="001F5DF1"/>
    <w:rsid w:val="002172CE"/>
    <w:rsid w:val="002269F0"/>
    <w:rsid w:val="00227B25"/>
    <w:rsid w:val="002712EE"/>
    <w:rsid w:val="00271E15"/>
    <w:rsid w:val="00275AAD"/>
    <w:rsid w:val="00276445"/>
    <w:rsid w:val="00285661"/>
    <w:rsid w:val="00294575"/>
    <w:rsid w:val="00297BB2"/>
    <w:rsid w:val="002B46B7"/>
    <w:rsid w:val="002C1224"/>
    <w:rsid w:val="002C1E6F"/>
    <w:rsid w:val="002D127B"/>
    <w:rsid w:val="002D3D47"/>
    <w:rsid w:val="002D6BFA"/>
    <w:rsid w:val="002F0DD2"/>
    <w:rsid w:val="002F633A"/>
    <w:rsid w:val="003133E9"/>
    <w:rsid w:val="003141CF"/>
    <w:rsid w:val="00323A34"/>
    <w:rsid w:val="00327F6A"/>
    <w:rsid w:val="00334C1A"/>
    <w:rsid w:val="00337429"/>
    <w:rsid w:val="003420ED"/>
    <w:rsid w:val="00350146"/>
    <w:rsid w:val="00361F91"/>
    <w:rsid w:val="00374EF3"/>
    <w:rsid w:val="00393594"/>
    <w:rsid w:val="00396C95"/>
    <w:rsid w:val="003A0901"/>
    <w:rsid w:val="003A391A"/>
    <w:rsid w:val="003B339D"/>
    <w:rsid w:val="003C78EE"/>
    <w:rsid w:val="003D768D"/>
    <w:rsid w:val="003F575A"/>
    <w:rsid w:val="00402A32"/>
    <w:rsid w:val="004146F3"/>
    <w:rsid w:val="00417B1D"/>
    <w:rsid w:val="00422963"/>
    <w:rsid w:val="00444E3A"/>
    <w:rsid w:val="0044679F"/>
    <w:rsid w:val="00446A89"/>
    <w:rsid w:val="00450B88"/>
    <w:rsid w:val="00463D75"/>
    <w:rsid w:val="00464A9B"/>
    <w:rsid w:val="0047469F"/>
    <w:rsid w:val="00481EA2"/>
    <w:rsid w:val="004821D4"/>
    <w:rsid w:val="00490835"/>
    <w:rsid w:val="004977E9"/>
    <w:rsid w:val="004C00A6"/>
    <w:rsid w:val="004E65EC"/>
    <w:rsid w:val="004F291F"/>
    <w:rsid w:val="004F51AA"/>
    <w:rsid w:val="004F5348"/>
    <w:rsid w:val="0050685B"/>
    <w:rsid w:val="00525E0E"/>
    <w:rsid w:val="00531654"/>
    <w:rsid w:val="00533204"/>
    <w:rsid w:val="00533E88"/>
    <w:rsid w:val="0053555B"/>
    <w:rsid w:val="0055102C"/>
    <w:rsid w:val="00552515"/>
    <w:rsid w:val="0055427D"/>
    <w:rsid w:val="00562092"/>
    <w:rsid w:val="00563700"/>
    <w:rsid w:val="00576AFA"/>
    <w:rsid w:val="00582FF4"/>
    <w:rsid w:val="005A3F44"/>
    <w:rsid w:val="005A760F"/>
    <w:rsid w:val="0060214A"/>
    <w:rsid w:val="00602B10"/>
    <w:rsid w:val="00614BC8"/>
    <w:rsid w:val="00622FDA"/>
    <w:rsid w:val="00625022"/>
    <w:rsid w:val="00626B95"/>
    <w:rsid w:val="00637CEF"/>
    <w:rsid w:val="0064511B"/>
    <w:rsid w:val="00651004"/>
    <w:rsid w:val="00662036"/>
    <w:rsid w:val="00663609"/>
    <w:rsid w:val="006650E8"/>
    <w:rsid w:val="006807AF"/>
    <w:rsid w:val="00680EFE"/>
    <w:rsid w:val="00693216"/>
    <w:rsid w:val="006D111E"/>
    <w:rsid w:val="006E22CD"/>
    <w:rsid w:val="006E5287"/>
    <w:rsid w:val="00701652"/>
    <w:rsid w:val="0071571F"/>
    <w:rsid w:val="007167C8"/>
    <w:rsid w:val="007258E1"/>
    <w:rsid w:val="007320E3"/>
    <w:rsid w:val="0075372E"/>
    <w:rsid w:val="00756D18"/>
    <w:rsid w:val="00763186"/>
    <w:rsid w:val="00770A1E"/>
    <w:rsid w:val="00772A57"/>
    <w:rsid w:val="007753E6"/>
    <w:rsid w:val="00785000"/>
    <w:rsid w:val="00790D4D"/>
    <w:rsid w:val="007B7DCB"/>
    <w:rsid w:val="007D2277"/>
    <w:rsid w:val="007E1737"/>
    <w:rsid w:val="007E33E8"/>
    <w:rsid w:val="007F2100"/>
    <w:rsid w:val="007F74F0"/>
    <w:rsid w:val="00802C3B"/>
    <w:rsid w:val="00802D7D"/>
    <w:rsid w:val="00814E9A"/>
    <w:rsid w:val="00817061"/>
    <w:rsid w:val="008255BE"/>
    <w:rsid w:val="00835E44"/>
    <w:rsid w:val="00850970"/>
    <w:rsid w:val="008554B9"/>
    <w:rsid w:val="008658F6"/>
    <w:rsid w:val="008705AC"/>
    <w:rsid w:val="00890306"/>
    <w:rsid w:val="008908D3"/>
    <w:rsid w:val="008917A4"/>
    <w:rsid w:val="00894C1C"/>
    <w:rsid w:val="008A6BF6"/>
    <w:rsid w:val="008B0DB8"/>
    <w:rsid w:val="008B27DD"/>
    <w:rsid w:val="008B6C9F"/>
    <w:rsid w:val="008C0820"/>
    <w:rsid w:val="008D1B61"/>
    <w:rsid w:val="008D3E3E"/>
    <w:rsid w:val="008D75BD"/>
    <w:rsid w:val="008D7DCF"/>
    <w:rsid w:val="008E430F"/>
    <w:rsid w:val="008F6518"/>
    <w:rsid w:val="00905C1B"/>
    <w:rsid w:val="009109AC"/>
    <w:rsid w:val="0091209F"/>
    <w:rsid w:val="00917F3B"/>
    <w:rsid w:val="00923FB9"/>
    <w:rsid w:val="00924E3A"/>
    <w:rsid w:val="00933DD8"/>
    <w:rsid w:val="00945A41"/>
    <w:rsid w:val="009700B7"/>
    <w:rsid w:val="00971A58"/>
    <w:rsid w:val="00993428"/>
    <w:rsid w:val="009B3E6F"/>
    <w:rsid w:val="009B6A0B"/>
    <w:rsid w:val="009B7E5F"/>
    <w:rsid w:val="009C4244"/>
    <w:rsid w:val="009C73EC"/>
    <w:rsid w:val="009D7C28"/>
    <w:rsid w:val="009E17FC"/>
    <w:rsid w:val="009E59E4"/>
    <w:rsid w:val="009E7B20"/>
    <w:rsid w:val="009E7C03"/>
    <w:rsid w:val="00A03D21"/>
    <w:rsid w:val="00A1012A"/>
    <w:rsid w:val="00A23154"/>
    <w:rsid w:val="00A3225A"/>
    <w:rsid w:val="00A3392D"/>
    <w:rsid w:val="00A45347"/>
    <w:rsid w:val="00A46CB2"/>
    <w:rsid w:val="00A53AEB"/>
    <w:rsid w:val="00A54D25"/>
    <w:rsid w:val="00A66EB3"/>
    <w:rsid w:val="00A70A24"/>
    <w:rsid w:val="00A8158C"/>
    <w:rsid w:val="00A83803"/>
    <w:rsid w:val="00A922D6"/>
    <w:rsid w:val="00AA2F00"/>
    <w:rsid w:val="00AD5526"/>
    <w:rsid w:val="00AD79D1"/>
    <w:rsid w:val="00AE11F8"/>
    <w:rsid w:val="00AE168C"/>
    <w:rsid w:val="00AE7516"/>
    <w:rsid w:val="00B02E6D"/>
    <w:rsid w:val="00B061CD"/>
    <w:rsid w:val="00B10B17"/>
    <w:rsid w:val="00B17822"/>
    <w:rsid w:val="00B17AD0"/>
    <w:rsid w:val="00B23A3E"/>
    <w:rsid w:val="00B415B7"/>
    <w:rsid w:val="00B64D29"/>
    <w:rsid w:val="00B73BFD"/>
    <w:rsid w:val="00B86E6F"/>
    <w:rsid w:val="00B9500C"/>
    <w:rsid w:val="00BB64F5"/>
    <w:rsid w:val="00BC5573"/>
    <w:rsid w:val="00BE7AC9"/>
    <w:rsid w:val="00C06D21"/>
    <w:rsid w:val="00C13E63"/>
    <w:rsid w:val="00C3274F"/>
    <w:rsid w:val="00C456A6"/>
    <w:rsid w:val="00C53873"/>
    <w:rsid w:val="00C81F1F"/>
    <w:rsid w:val="00C86432"/>
    <w:rsid w:val="00CB2B24"/>
    <w:rsid w:val="00CB305D"/>
    <w:rsid w:val="00CC22E5"/>
    <w:rsid w:val="00CC7855"/>
    <w:rsid w:val="00CD0C55"/>
    <w:rsid w:val="00CD4925"/>
    <w:rsid w:val="00CD6875"/>
    <w:rsid w:val="00CD79F2"/>
    <w:rsid w:val="00CE0988"/>
    <w:rsid w:val="00CE0E95"/>
    <w:rsid w:val="00CE1D92"/>
    <w:rsid w:val="00CE2F20"/>
    <w:rsid w:val="00D033C8"/>
    <w:rsid w:val="00D121A0"/>
    <w:rsid w:val="00D2403F"/>
    <w:rsid w:val="00D24EE4"/>
    <w:rsid w:val="00D30C14"/>
    <w:rsid w:val="00D40DC8"/>
    <w:rsid w:val="00D45FFF"/>
    <w:rsid w:val="00D55369"/>
    <w:rsid w:val="00D607EA"/>
    <w:rsid w:val="00D6132F"/>
    <w:rsid w:val="00D67B8F"/>
    <w:rsid w:val="00D77C20"/>
    <w:rsid w:val="00D875BF"/>
    <w:rsid w:val="00D9212C"/>
    <w:rsid w:val="00D921C6"/>
    <w:rsid w:val="00DA6CAF"/>
    <w:rsid w:val="00DB4DE6"/>
    <w:rsid w:val="00DB6710"/>
    <w:rsid w:val="00DD53A2"/>
    <w:rsid w:val="00DE13EE"/>
    <w:rsid w:val="00E075D8"/>
    <w:rsid w:val="00E12C91"/>
    <w:rsid w:val="00E20305"/>
    <w:rsid w:val="00E24253"/>
    <w:rsid w:val="00E33409"/>
    <w:rsid w:val="00E56D60"/>
    <w:rsid w:val="00E604F4"/>
    <w:rsid w:val="00E86DD8"/>
    <w:rsid w:val="00ED26BD"/>
    <w:rsid w:val="00ED6A78"/>
    <w:rsid w:val="00F07F65"/>
    <w:rsid w:val="00F22693"/>
    <w:rsid w:val="00F22A68"/>
    <w:rsid w:val="00F257A0"/>
    <w:rsid w:val="00F3035F"/>
    <w:rsid w:val="00F35210"/>
    <w:rsid w:val="00F35700"/>
    <w:rsid w:val="00F37EAC"/>
    <w:rsid w:val="00F41696"/>
    <w:rsid w:val="00F425C0"/>
    <w:rsid w:val="00F438C3"/>
    <w:rsid w:val="00F91F01"/>
    <w:rsid w:val="00F97746"/>
    <w:rsid w:val="00FA05CF"/>
    <w:rsid w:val="00FA284C"/>
    <w:rsid w:val="00FB1382"/>
    <w:rsid w:val="00FB5A0B"/>
    <w:rsid w:val="00FC06BA"/>
    <w:rsid w:val="00FC30ED"/>
    <w:rsid w:val="00FC67F3"/>
    <w:rsid w:val="00FC7A00"/>
    <w:rsid w:val="00FE1B4C"/>
    <w:rsid w:val="00FE2DCB"/>
    <w:rsid w:val="00FF22C1"/>
    <w:rsid w:val="00FF25F6"/>
    <w:rsid w:val="00FF656C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50A6B03"/>
  <w15:docId w15:val="{A30BD00B-63EB-4AEB-8336-99F5DD45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 w:qFormat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ptos 12"/>
    <w:rsid w:val="00A53AEB"/>
    <w:rPr>
      <w:rFonts w:ascii="Aptos" w:hAnsi="Aptos"/>
    </w:rPr>
  </w:style>
  <w:style w:type="paragraph" w:styleId="Heading1">
    <w:name w:val="heading 1"/>
    <w:next w:val="NormalBody"/>
    <w:link w:val="Heading1Char"/>
    <w:autoRedefine/>
    <w:uiPriority w:val="99"/>
    <w:qFormat/>
    <w:rsid w:val="00A53AEB"/>
    <w:pPr>
      <w:keepNext/>
      <w:spacing w:before="240" w:after="240"/>
      <w:outlineLvl w:val="0"/>
    </w:pPr>
    <w:rPr>
      <w:rFonts w:ascii="Aptos" w:hAnsi="Aptos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A53AEB"/>
    <w:pPr>
      <w:keepNext/>
      <w:spacing w:before="120" w:after="120"/>
      <w:outlineLvl w:val="1"/>
    </w:pPr>
    <w:rPr>
      <w:b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A53AEB"/>
    <w:pPr>
      <w:keepNext/>
      <w:spacing w:before="24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rsid w:val="00A53AEB"/>
    <w:pPr>
      <w:keepNext/>
      <w:ind w:left="24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autoRedefine/>
    <w:uiPriority w:val="99"/>
    <w:rsid w:val="00A53AEB"/>
    <w:pPr>
      <w:keepNext/>
      <w:ind w:left="360"/>
      <w:outlineLvl w:val="4"/>
    </w:pPr>
    <w:rPr>
      <w:rFonts w:cs="Arial"/>
      <w:bCs/>
      <w:i/>
      <w:szCs w:val="28"/>
    </w:rPr>
  </w:style>
  <w:style w:type="paragraph" w:styleId="Heading6">
    <w:name w:val="heading 6"/>
    <w:basedOn w:val="Normal"/>
    <w:next w:val="Normal"/>
    <w:link w:val="Heading6Char"/>
    <w:autoRedefine/>
    <w:uiPriority w:val="99"/>
    <w:locked/>
    <w:rsid w:val="00A53AEB"/>
    <w:pPr>
      <w:keepNext/>
      <w:ind w:left="480"/>
      <w:outlineLvl w:val="5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autoRedefine/>
    <w:uiPriority w:val="99"/>
    <w:locked/>
    <w:rsid w:val="00A53AEB"/>
    <w:pPr>
      <w:keepNext/>
      <w:ind w:left="600"/>
      <w:outlineLvl w:val="6"/>
    </w:pPr>
    <w:rPr>
      <w:rFonts w:cs="Arial"/>
      <w:bCs/>
      <w:i/>
      <w:iCs/>
    </w:rPr>
  </w:style>
  <w:style w:type="paragraph" w:styleId="Heading8">
    <w:name w:val="heading 8"/>
    <w:basedOn w:val="Normal"/>
    <w:next w:val="Normal"/>
    <w:link w:val="Heading8Char"/>
    <w:autoRedefine/>
    <w:uiPriority w:val="99"/>
    <w:locked/>
    <w:rsid w:val="00A53AEB"/>
    <w:pPr>
      <w:keepNext/>
      <w:ind w:left="720"/>
      <w:outlineLvl w:val="7"/>
    </w:pPr>
    <w:rPr>
      <w:rFonts w:cs="Arial"/>
      <w:bCs/>
      <w:iCs/>
    </w:rPr>
  </w:style>
  <w:style w:type="paragraph" w:styleId="Heading9">
    <w:name w:val="heading 9"/>
    <w:basedOn w:val="Normal"/>
    <w:next w:val="Normal"/>
    <w:link w:val="Heading9Char"/>
    <w:autoRedefine/>
    <w:semiHidden/>
    <w:unhideWhenUsed/>
    <w:locked/>
    <w:rsid w:val="00A53AEB"/>
    <w:pPr>
      <w:keepNext/>
      <w:keepLines/>
      <w:ind w:left="840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A53AEB"/>
    <w:rPr>
      <w:rFonts w:ascii="Aptos" w:hAnsi="Aptos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rsid w:val="00A53AEB"/>
    <w:rPr>
      <w:rFonts w:ascii="Aptos" w:hAnsi="Aptos"/>
      <w:b/>
      <w:iCs/>
      <w:sz w:val="28"/>
      <w:szCs w:val="28"/>
    </w:rPr>
  </w:style>
  <w:style w:type="character" w:customStyle="1" w:styleId="Heading3Char">
    <w:name w:val="Heading 3 Char"/>
    <w:link w:val="Heading3"/>
    <w:uiPriority w:val="99"/>
    <w:rsid w:val="00A53AEB"/>
    <w:rPr>
      <w:rFonts w:ascii="Arial" w:hAnsi="Arial" w:cs="Arial"/>
      <w:b/>
      <w:bCs/>
      <w:szCs w:val="26"/>
    </w:rPr>
  </w:style>
  <w:style w:type="character" w:customStyle="1" w:styleId="Heading4Char">
    <w:name w:val="Heading 4 Char"/>
    <w:link w:val="Heading4"/>
    <w:uiPriority w:val="99"/>
    <w:rsid w:val="00A53AEB"/>
    <w:rPr>
      <w:rFonts w:ascii="Arial" w:hAnsi="Arial" w:cs="Arial"/>
      <w:b/>
      <w:bCs/>
    </w:rPr>
  </w:style>
  <w:style w:type="character" w:customStyle="1" w:styleId="Heading5Char">
    <w:name w:val="Heading 5 Char"/>
    <w:link w:val="Heading5"/>
    <w:uiPriority w:val="99"/>
    <w:rsid w:val="00A53AEB"/>
    <w:rPr>
      <w:rFonts w:ascii="Aptos" w:hAnsi="Aptos" w:cs="Arial"/>
      <w:bCs/>
      <w:i/>
      <w:szCs w:val="28"/>
    </w:rPr>
  </w:style>
  <w:style w:type="character" w:customStyle="1" w:styleId="Heading6Char">
    <w:name w:val="Heading 6 Char"/>
    <w:link w:val="Heading6"/>
    <w:uiPriority w:val="99"/>
    <w:rsid w:val="00A53AEB"/>
    <w:rPr>
      <w:rFonts w:ascii="Aptos" w:hAnsi="Aptos"/>
      <w:bCs/>
      <w:i/>
      <w:szCs w:val="28"/>
    </w:rPr>
  </w:style>
  <w:style w:type="character" w:customStyle="1" w:styleId="Heading7Char">
    <w:name w:val="Heading 7 Char"/>
    <w:link w:val="Heading7"/>
    <w:uiPriority w:val="99"/>
    <w:rsid w:val="00A53AEB"/>
    <w:rPr>
      <w:rFonts w:ascii="Aptos" w:hAnsi="Aptos" w:cs="Arial"/>
      <w:bCs/>
      <w:i/>
      <w:iCs/>
    </w:rPr>
  </w:style>
  <w:style w:type="character" w:customStyle="1" w:styleId="Heading8Char">
    <w:name w:val="Heading 8 Char"/>
    <w:link w:val="Heading8"/>
    <w:uiPriority w:val="99"/>
    <w:rsid w:val="00A53AEB"/>
    <w:rPr>
      <w:rFonts w:ascii="Aptos" w:hAnsi="Aptos" w:cs="Arial"/>
      <w:bCs/>
      <w:iCs/>
    </w:rPr>
  </w:style>
  <w:style w:type="paragraph" w:styleId="BalloonText">
    <w:name w:val="Balloon Text"/>
    <w:basedOn w:val="Normal"/>
    <w:link w:val="BalloonTextChar"/>
    <w:uiPriority w:val="99"/>
    <w:semiHidden/>
    <w:locked/>
    <w:rsid w:val="00ED6A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7949"/>
    <w:rPr>
      <w:sz w:val="0"/>
      <w:szCs w:val="0"/>
    </w:rPr>
  </w:style>
  <w:style w:type="character" w:styleId="Hyperlink">
    <w:name w:val="Hyperlink"/>
    <w:uiPriority w:val="99"/>
    <w:qFormat/>
    <w:rsid w:val="00B02E6D"/>
    <w:rPr>
      <w:rFonts w:ascii="Aptos" w:hAnsi="Aptos" w:cs="Times New Roman"/>
      <w:color w:val="43718B"/>
      <w:sz w:val="24"/>
      <w:u w:val="single"/>
    </w:rPr>
  </w:style>
  <w:style w:type="character" w:customStyle="1" w:styleId="Heading9Char">
    <w:name w:val="Heading 9 Char"/>
    <w:basedOn w:val="DefaultParagraphFont"/>
    <w:link w:val="Heading9"/>
    <w:semiHidden/>
    <w:rsid w:val="00A53AEB"/>
    <w:rPr>
      <w:rFonts w:ascii="Aptos" w:eastAsiaTheme="majorEastAsia" w:hAnsi="Aptos" w:cstheme="majorBidi"/>
      <w:iCs/>
      <w:color w:val="272727" w:themeColor="text1" w:themeTint="D8"/>
      <w:szCs w:val="21"/>
    </w:rPr>
  </w:style>
  <w:style w:type="paragraph" w:customStyle="1" w:styleId="ComposerInfo">
    <w:name w:val="Composer Info"/>
    <w:basedOn w:val="Normal"/>
    <w:autoRedefine/>
    <w:rsid w:val="00A1012A"/>
    <w:pPr>
      <w:spacing w:line="240" w:lineRule="auto"/>
      <w:ind w:left="5040"/>
    </w:pPr>
    <w:rPr>
      <w:szCs w:val="20"/>
    </w:rPr>
  </w:style>
  <w:style w:type="paragraph" w:customStyle="1" w:styleId="EnclosuresandCC">
    <w:name w:val="Enclosures and CC"/>
    <w:basedOn w:val="Normal"/>
    <w:next w:val="NormalBody"/>
    <w:autoRedefine/>
    <w:rsid w:val="004C00A6"/>
    <w:pPr>
      <w:spacing w:before="360" w:line="240" w:lineRule="auto"/>
    </w:pPr>
    <w:rPr>
      <w:szCs w:val="20"/>
    </w:rPr>
  </w:style>
  <w:style w:type="character" w:styleId="PlaceholderText">
    <w:name w:val="Placeholder Text"/>
    <w:basedOn w:val="DefaultParagraphFont"/>
    <w:uiPriority w:val="99"/>
    <w:semiHidden/>
    <w:locked/>
    <w:rsid w:val="00AE11F8"/>
    <w:rPr>
      <w:color w:val="666666"/>
    </w:rPr>
  </w:style>
  <w:style w:type="character" w:customStyle="1" w:styleId="NormalHeader">
    <w:name w:val="Normal Header"/>
    <w:basedOn w:val="DefaultParagraphFont"/>
    <w:rsid w:val="00CD6875"/>
    <w:rPr>
      <w:rFonts w:ascii="Aptos" w:hAnsi="Aptos"/>
      <w:sz w:val="24"/>
    </w:rPr>
  </w:style>
  <w:style w:type="paragraph" w:customStyle="1" w:styleId="NormalBody">
    <w:name w:val="Normal Body"/>
    <w:autoRedefine/>
    <w:qFormat/>
    <w:rsid w:val="00A53AEB"/>
    <w:pPr>
      <w:tabs>
        <w:tab w:val="left" w:pos="3105"/>
      </w:tabs>
      <w:spacing w:after="240" w:line="240" w:lineRule="auto"/>
      <w:contextualSpacing/>
    </w:pPr>
    <w:rPr>
      <w:rFonts w:ascii="Aptos" w:hAnsi="Aptos"/>
    </w:rPr>
  </w:style>
  <w:style w:type="paragraph" w:customStyle="1" w:styleId="Salutation-Opening">
    <w:name w:val="Salutation - Opening"/>
    <w:basedOn w:val="Normal"/>
    <w:next w:val="NormalBody"/>
    <w:autoRedefine/>
    <w:qFormat/>
    <w:rsid w:val="004C00A6"/>
    <w:pPr>
      <w:spacing w:before="270" w:after="270" w:line="240" w:lineRule="auto"/>
    </w:pPr>
    <w:rPr>
      <w:szCs w:val="20"/>
    </w:rPr>
  </w:style>
  <w:style w:type="character" w:customStyle="1" w:styleId="RedEditorNotes">
    <w:name w:val="Red Editor Notes"/>
    <w:basedOn w:val="DefaultParagraphFont"/>
    <w:rsid w:val="00BE7AC9"/>
    <w:rPr>
      <w:rFonts w:ascii="Aptos" w:hAnsi="Aptos"/>
      <w:i w:val="0"/>
      <w:iCs/>
      <w:color w:val="A20000"/>
      <w:sz w:val="24"/>
    </w:rPr>
  </w:style>
  <w:style w:type="paragraph" w:customStyle="1" w:styleId="HeaderFields">
    <w:name w:val="Header Fields"/>
    <w:basedOn w:val="Normal"/>
    <w:next w:val="Salutation-Opening"/>
    <w:autoRedefine/>
    <w:rsid w:val="00BE7AC9"/>
    <w:pPr>
      <w:spacing w:line="240" w:lineRule="auto"/>
      <w:outlineLvl w:val="0"/>
    </w:pPr>
    <w:rPr>
      <w:szCs w:val="20"/>
    </w:rPr>
  </w:style>
  <w:style w:type="paragraph" w:customStyle="1" w:styleId="Header-Date">
    <w:name w:val="Header - Date"/>
    <w:basedOn w:val="Normal"/>
    <w:next w:val="HeaderFields"/>
    <w:autoRedefine/>
    <w:rsid w:val="00A1012A"/>
    <w:pPr>
      <w:spacing w:after="720" w:line="240" w:lineRule="auto"/>
      <w:ind w:left="4320" w:firstLine="720"/>
    </w:pPr>
    <w:rPr>
      <w:szCs w:val="20"/>
    </w:rPr>
  </w:style>
  <w:style w:type="paragraph" w:customStyle="1" w:styleId="Salutation-Closing">
    <w:name w:val="Salutation - Closing"/>
    <w:basedOn w:val="Normal"/>
    <w:next w:val="ComposerInfo"/>
    <w:autoRedefine/>
    <w:qFormat/>
    <w:rsid w:val="00A1012A"/>
    <w:pPr>
      <w:spacing w:before="240" w:after="720" w:line="240" w:lineRule="auto"/>
      <w:ind w:left="5040"/>
    </w:pPr>
    <w:rPr>
      <w:szCs w:val="20"/>
    </w:rPr>
  </w:style>
  <w:style w:type="table" w:styleId="TableGrid">
    <w:name w:val="Table Grid"/>
    <w:basedOn w:val="TableNormal"/>
    <w:uiPriority w:val="59"/>
    <w:locked/>
    <w:rsid w:val="00AD5526"/>
    <w:pPr>
      <w:spacing w:line="240" w:lineRule="auto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locked/>
    <w:rsid w:val="00AD5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4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graham@ed.sc.gov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blackmon\Downloads\Agency%20Letterhead%20Template.dotm" TargetMode="External"/></Relationships>
</file>

<file path=word/theme/theme1.xml><?xml version="1.0" encoding="utf-8"?>
<a:theme xmlns:a="http://schemas.openxmlformats.org/drawingml/2006/main" name="Office Theme">
  <a:themeElements>
    <a:clrScheme name="SCDE_Theme">
      <a:dk1>
        <a:srgbClr val="000000"/>
      </a:dk1>
      <a:lt1>
        <a:srgbClr val="FFFFFF"/>
      </a:lt1>
      <a:dk2>
        <a:srgbClr val="2F3D4C"/>
      </a:dk2>
      <a:lt2>
        <a:srgbClr val="FCEFD8"/>
      </a:lt2>
      <a:accent1>
        <a:srgbClr val="F1BA55"/>
      </a:accent1>
      <a:accent2>
        <a:srgbClr val="43718B"/>
      </a:accent2>
      <a:accent3>
        <a:srgbClr val="D8D8D8"/>
      </a:accent3>
      <a:accent4>
        <a:srgbClr val="2F3D4C"/>
      </a:accent4>
      <a:accent5>
        <a:srgbClr val="A2B3C6"/>
      </a:accent5>
      <a:accent6>
        <a:srgbClr val="7F7F7F"/>
      </a:accent6>
      <a:hlink>
        <a:srgbClr val="43718B"/>
      </a:hlink>
      <a:folHlink>
        <a:srgbClr val="F1BA55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B5164CBF143F45B41B5365C7462438" ma:contentTypeVersion="4" ma:contentTypeDescription="Create a new document." ma:contentTypeScope="" ma:versionID="f49c06ade2bcc2ca7bee514c32c2f98a">
  <xsd:schema xmlns:xsd="http://www.w3.org/2001/XMLSchema" xmlns:xs="http://www.w3.org/2001/XMLSchema" xmlns:p="http://schemas.microsoft.com/office/2006/metadata/properties" xmlns:ns2="0736df43-6848-460a-b44e-22d83e08eebc" targetNamespace="http://schemas.microsoft.com/office/2006/metadata/properties" ma:root="true" ma:fieldsID="2be34823ced869df95ddeb8e5b048187" ns2:_="">
    <xsd:import namespace="0736df43-6848-460a-b44e-22d83e08ee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36df43-6848-460a-b44e-22d83e08ee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AEA56C-7490-444F-B13F-193ED0F7789E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0736df43-6848-460a-b44e-22d83e08eeb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31A6804-35E7-4DA4-BDD3-9AC21534C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19BAC-2554-45D8-BF72-069F8FAF6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36df43-6848-460a-b44e-22d83e08ee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590932-5CAE-403C-9F09-BB93A886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Agency Letterhead Template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Child Early Reading and Development Education Program (CERDEP)</dc:title>
  <dc:creator>South Carolina Department of Education</dc:creator>
  <cp:lastModifiedBy>Blackmon, Yashica</cp:lastModifiedBy>
  <cp:revision>2</cp:revision>
  <dcterms:created xsi:type="dcterms:W3CDTF">2025-07-16T19:18:00Z</dcterms:created>
  <dcterms:modified xsi:type="dcterms:W3CDTF">2025-07-16T19:18:00Z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4c5c440ddc57f1b6f898f2d8de68d9d6a5da4fab73c2a348a8a5037e729e2648</vt:lpwstr>
  </property>
  <property fmtid="{D5CDD505-2E9C-101B-9397-08002B2CF9AE}" pid="3" name="ContentTypeId">
    <vt:lpwstr>0x010100CEB5164CBF143F45B41B5365C7462438</vt:lpwstr>
  </property>
</Properties>
</file>